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FC20A" w14:textId="77777777" w:rsidR="00321BD6" w:rsidRDefault="00321BD6" w:rsidP="007568AC">
      <w:pPr>
        <w:pStyle w:val="Zkladntext-prvnodsazen"/>
      </w:pPr>
    </w:p>
    <w:p w14:paraId="75F15B9F" w14:textId="6DF722BF" w:rsidR="00321BD6" w:rsidRPr="00561165" w:rsidRDefault="00E1711C" w:rsidP="00321BD6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  <w:r w:rsidRPr="00E1711C">
        <w:rPr>
          <w:b w:val="0"/>
          <w:bCs/>
          <w:sz w:val="18"/>
          <w:szCs w:val="18"/>
        </w:rPr>
        <w:t xml:space="preserve"> </w:t>
      </w:r>
      <w:r>
        <w:rPr>
          <w:b w:val="0"/>
          <w:bCs/>
          <w:sz w:val="18"/>
          <w:szCs w:val="18"/>
        </w:rPr>
        <w:t xml:space="preserve"> </w:t>
      </w:r>
    </w:p>
    <w:p w14:paraId="4754C7C4" w14:textId="77777777" w:rsidR="00321BD6" w:rsidRDefault="00321BD6" w:rsidP="00321BD6"/>
    <w:p w14:paraId="1A807E5A" w14:textId="77777777" w:rsidR="00321BD6" w:rsidRDefault="00321BD6" w:rsidP="00321BD6">
      <w:pPr>
        <w:pStyle w:val="Nadpis2"/>
        <w:spacing w:before="0"/>
      </w:pPr>
      <w:r>
        <w:t>1. Požadavek</w:t>
      </w:r>
    </w:p>
    <w:p w14:paraId="4E7BF57F" w14:textId="76152E81" w:rsidR="00321BD6" w:rsidRPr="008A5CDC" w:rsidRDefault="00321BD6">
      <w:pPr>
        <w:pStyle w:val="Odstavecseseznamem"/>
        <w:numPr>
          <w:ilvl w:val="0"/>
          <w:numId w:val="6"/>
        </w:numPr>
        <w:jc w:val="both"/>
      </w:pPr>
      <w:r w:rsidRPr="008A5CDC">
        <w:t xml:space="preserve">Základním </w:t>
      </w:r>
      <w:r w:rsidR="00162601">
        <w:t xml:space="preserve">požadavkem </w:t>
      </w:r>
      <w:r w:rsidR="00E1711C">
        <w:t>veřejné zakázky</w:t>
      </w:r>
      <w:r w:rsidR="00162601">
        <w:t xml:space="preserve">: </w:t>
      </w:r>
      <w:r w:rsidRPr="00E2605C">
        <w:rPr>
          <w:b/>
        </w:rPr>
        <w:t>KLOUBOVO-TELESKOPICK</w:t>
      </w:r>
      <w:r w:rsidR="00BC3EB7">
        <w:rPr>
          <w:b/>
        </w:rPr>
        <w:t>Á</w:t>
      </w:r>
      <w:r w:rsidRPr="00E2605C">
        <w:rPr>
          <w:b/>
        </w:rPr>
        <w:t xml:space="preserve"> PLOŠIN</w:t>
      </w:r>
      <w:r w:rsidR="00BC3EB7">
        <w:rPr>
          <w:b/>
        </w:rPr>
        <w:t>A</w:t>
      </w:r>
      <w:r w:rsidRPr="00E2605C">
        <w:rPr>
          <w:b/>
        </w:rPr>
        <w:t xml:space="preserve"> NA </w:t>
      </w:r>
      <w:r w:rsidRPr="00A9630B">
        <w:rPr>
          <w:b/>
        </w:rPr>
        <w:t xml:space="preserve">PÁSOVÉM PODVOZKU </w:t>
      </w:r>
      <w:r w:rsidRPr="00A9630B">
        <w:t xml:space="preserve">je nákup stroje určeného pro potřebu správy elektrotechniky a energetiky při údržbě </w:t>
      </w:r>
      <w:r>
        <w:t xml:space="preserve">budov a </w:t>
      </w:r>
      <w:r w:rsidRPr="00A9630B">
        <w:t xml:space="preserve">drážního tělesa za účelem zajištění provozuschopnosti železniční </w:t>
      </w:r>
      <w:r w:rsidR="00E1711C">
        <w:t xml:space="preserve">dopravní </w:t>
      </w:r>
      <w:r w:rsidRPr="00A9630B">
        <w:t>infrastruktury zadavatele</w:t>
      </w:r>
      <w:r w:rsidR="00E1711C">
        <w:t>.</w:t>
      </w:r>
    </w:p>
    <w:p w14:paraId="0485E8D3" w14:textId="20DBADE7" w:rsidR="00321BD6" w:rsidRPr="008A5CDC" w:rsidRDefault="00321BD6">
      <w:pPr>
        <w:pStyle w:val="Odstavecseseznamem"/>
        <w:numPr>
          <w:ilvl w:val="0"/>
          <w:numId w:val="6"/>
        </w:numPr>
        <w:jc w:val="both"/>
      </w:pPr>
      <w:r w:rsidRPr="008A5CDC">
        <w:t>Nabízen</w:t>
      </w:r>
      <w:r>
        <w:t>ý</w:t>
      </w:r>
      <w:r w:rsidRPr="008A5CDC">
        <w:t xml:space="preserve"> (dodávan</w:t>
      </w:r>
      <w:r>
        <w:t>ý</w:t>
      </w:r>
      <w:r w:rsidRPr="008A5CDC">
        <w:t xml:space="preserve">) stroj požaduje zadavatel zakázky </w:t>
      </w:r>
      <w:r w:rsidR="00E1711C">
        <w:t xml:space="preserve">dodat </w:t>
      </w:r>
      <w:r w:rsidRPr="008A5CDC">
        <w:t>nov</w:t>
      </w:r>
      <w:r>
        <w:t>ý</w:t>
      </w:r>
      <w:r w:rsidRPr="008A5CDC">
        <w:t xml:space="preserve"> a nepoužit</w:t>
      </w:r>
      <w:r>
        <w:t>ý</w:t>
      </w:r>
      <w:r w:rsidRPr="008A5CDC">
        <w:t>. Nepřipouští se nabídka použit</w:t>
      </w:r>
      <w:r>
        <w:t>ého</w:t>
      </w:r>
      <w:r w:rsidRPr="008A5CDC">
        <w:t>, případně „předváděcí</w:t>
      </w:r>
      <w:r>
        <w:t>ho</w:t>
      </w:r>
      <w:r w:rsidRPr="008A5CDC">
        <w:t>“ stroj</w:t>
      </w:r>
      <w:r>
        <w:t>e</w:t>
      </w:r>
      <w:r w:rsidRPr="008A5CDC">
        <w:t>“.</w:t>
      </w:r>
    </w:p>
    <w:p w14:paraId="20419868" w14:textId="3B21039A" w:rsidR="00321BD6" w:rsidRPr="00E95EA4" w:rsidRDefault="00321BD6" w:rsidP="00321B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 xml:space="preserve">2. </w:t>
      </w:r>
      <w:bookmarkStart w:id="0" w:name="_Hlk161149620"/>
      <w:r w:rsidR="00E1711C">
        <w:rPr>
          <w:color w:val="00B0F0"/>
        </w:rPr>
        <w:t xml:space="preserve">Označení </w:t>
      </w:r>
      <w:r>
        <w:rPr>
          <w:color w:val="00B0F0"/>
        </w:rPr>
        <w:t>stroje</w:t>
      </w:r>
      <w:r w:rsidR="00E1711C">
        <w:rPr>
          <w:color w:val="00B0F0"/>
        </w:rPr>
        <w:t xml:space="preserve"> - základní</w:t>
      </w:r>
      <w:bookmarkEnd w:id="0"/>
    </w:p>
    <w:p w14:paraId="0F8098A3" w14:textId="7C94115E" w:rsidR="00321BD6" w:rsidRPr="00A9630B" w:rsidRDefault="00321BD6">
      <w:pPr>
        <w:pStyle w:val="Odstavecseseznamem"/>
        <w:numPr>
          <w:ilvl w:val="0"/>
          <w:numId w:val="5"/>
        </w:numPr>
        <w:jc w:val="both"/>
      </w:pPr>
      <w:r w:rsidRPr="00A9630B">
        <w:t xml:space="preserve">1x kloubovo-teleskopická plošina na pásovém podvozku </w:t>
      </w:r>
    </w:p>
    <w:p w14:paraId="536C6A4C" w14:textId="77777777" w:rsidR="00321BD6" w:rsidRDefault="00321BD6" w:rsidP="00321BD6">
      <w:pPr>
        <w:pStyle w:val="Nadpis2"/>
        <w:spacing w:before="0"/>
      </w:pPr>
      <w:r>
        <w:t>3. Požadovaná dokumentace a služby po dobu záruční lhůty</w:t>
      </w:r>
    </w:p>
    <w:p w14:paraId="5BD3998F" w14:textId="77777777" w:rsidR="00E1711C" w:rsidRDefault="00321BD6">
      <w:pPr>
        <w:pStyle w:val="Odstavecseseznamem"/>
        <w:numPr>
          <w:ilvl w:val="0"/>
          <w:numId w:val="7"/>
        </w:numPr>
      </w:pPr>
      <w:r w:rsidRPr="00E1776D">
        <w:t>Dodací list</w:t>
      </w:r>
    </w:p>
    <w:p w14:paraId="0136D196" w14:textId="4F278D8A" w:rsidR="00321BD6" w:rsidRDefault="00E1711C">
      <w:pPr>
        <w:pStyle w:val="Odstavecseseznamem"/>
        <w:numPr>
          <w:ilvl w:val="0"/>
          <w:numId w:val="7"/>
        </w:numPr>
      </w:pPr>
      <w:r>
        <w:t>Z</w:t>
      </w:r>
      <w:r w:rsidR="00321BD6" w:rsidRPr="00E1776D">
        <w:t>áruční list</w:t>
      </w:r>
    </w:p>
    <w:p w14:paraId="2F131127" w14:textId="3B6DD7FA" w:rsidR="00321BD6" w:rsidRDefault="00321BD6">
      <w:pPr>
        <w:pStyle w:val="Odstavecseseznamem"/>
        <w:numPr>
          <w:ilvl w:val="0"/>
          <w:numId w:val="7"/>
        </w:numPr>
      </w:pPr>
      <w:r w:rsidRPr="00E1776D">
        <w:t>Prohlášení o shodě dodan</w:t>
      </w:r>
      <w:r>
        <w:t>ého</w:t>
      </w:r>
      <w:r w:rsidRPr="00E1776D">
        <w:t xml:space="preserve"> výrobku</w:t>
      </w:r>
    </w:p>
    <w:p w14:paraId="49B70789" w14:textId="00035A6E" w:rsidR="00BC347B" w:rsidRDefault="00BC347B">
      <w:pPr>
        <w:pStyle w:val="Odstavecseseznamem"/>
        <w:numPr>
          <w:ilvl w:val="0"/>
          <w:numId w:val="7"/>
        </w:numPr>
      </w:pPr>
      <w:r>
        <w:t xml:space="preserve">Revizní zpráva </w:t>
      </w:r>
      <w:r w:rsidR="00E1711C">
        <w:t>zdvihacího zařízení</w:t>
      </w:r>
      <w:r>
        <w:t xml:space="preserve"> včetně revize elektro</w:t>
      </w:r>
    </w:p>
    <w:p w14:paraId="0985DEB6" w14:textId="1BB0E1D0" w:rsidR="00321BD6" w:rsidRPr="00E1776D" w:rsidRDefault="00321BD6">
      <w:pPr>
        <w:pStyle w:val="Odstavecseseznamem"/>
        <w:numPr>
          <w:ilvl w:val="0"/>
          <w:numId w:val="7"/>
        </w:numPr>
      </w:pPr>
      <w:r w:rsidRPr="00E1776D">
        <w:t>Návod k použití, údržbě a obsluze ke stroji</w:t>
      </w:r>
    </w:p>
    <w:p w14:paraId="6FBDAD6A" w14:textId="6BD3B6B6" w:rsidR="00321BD6" w:rsidRPr="00E1776D" w:rsidRDefault="00321BD6">
      <w:pPr>
        <w:pStyle w:val="Odstavecseseznamem"/>
        <w:numPr>
          <w:ilvl w:val="0"/>
          <w:numId w:val="7"/>
        </w:numPr>
      </w:pPr>
      <w:r w:rsidRPr="00E1776D">
        <w:t>Zaškolení obsluhy pro bezpečnou obsluhu a údržbu</w:t>
      </w:r>
    </w:p>
    <w:p w14:paraId="5AB2B407" w14:textId="34155D17" w:rsidR="00321BD6" w:rsidRDefault="00321BD6">
      <w:pPr>
        <w:pStyle w:val="Odstavecseseznamem"/>
        <w:numPr>
          <w:ilvl w:val="0"/>
          <w:numId w:val="7"/>
        </w:numPr>
      </w:pPr>
      <w:r w:rsidRPr="00E1776D">
        <w:t>Záruka na jakost po dobu 24 měsíců</w:t>
      </w:r>
    </w:p>
    <w:p w14:paraId="745C36C8" w14:textId="77777777" w:rsidR="00321BD6" w:rsidRPr="002F52DB" w:rsidRDefault="00321BD6" w:rsidP="00321BD6">
      <w:pPr>
        <w:pStyle w:val="Nadpis2"/>
      </w:pPr>
      <w:r w:rsidRPr="00EC12F1">
        <w:t>4. Technická specifikace, pokyny k vyplnění</w:t>
      </w:r>
    </w:p>
    <w:p w14:paraId="10AE9836" w14:textId="55CAB4C8" w:rsidR="00321BD6" w:rsidRPr="00C233B5" w:rsidRDefault="00321BD6">
      <w:pPr>
        <w:pStyle w:val="Odstavecseseznamem"/>
        <w:numPr>
          <w:ilvl w:val="0"/>
          <w:numId w:val="9"/>
        </w:numPr>
        <w:jc w:val="both"/>
        <w:rPr>
          <w:sz w:val="24"/>
          <w:szCs w:val="24"/>
        </w:rPr>
      </w:pPr>
      <w:bookmarkStart w:id="1" w:name="_Hlk161149771"/>
      <w:r w:rsidRPr="00C233B5">
        <w:t xml:space="preserve">Dodavatel doplní v úvodu </w:t>
      </w:r>
      <w:r w:rsidRPr="00E1711C">
        <w:rPr>
          <w:b/>
          <w:bCs/>
        </w:rPr>
        <w:t xml:space="preserve">model (typ) </w:t>
      </w:r>
      <w:r w:rsidR="00E1711C">
        <w:rPr>
          <w:b/>
          <w:bCs/>
        </w:rPr>
        <w:t>stroje (výrobku).</w:t>
      </w:r>
    </w:p>
    <w:p w14:paraId="15120558" w14:textId="02763929" w:rsidR="00321BD6" w:rsidRPr="00C233B5" w:rsidRDefault="00321BD6">
      <w:pPr>
        <w:pStyle w:val="Odstavecseseznamem"/>
        <w:numPr>
          <w:ilvl w:val="0"/>
          <w:numId w:val="8"/>
        </w:numPr>
      </w:pPr>
      <w:r w:rsidRPr="00C233B5">
        <w:t xml:space="preserve">Dodavatel </w:t>
      </w:r>
      <w:r w:rsidRPr="00E1711C">
        <w:t>uvede</w:t>
      </w:r>
      <w:r w:rsidRPr="00E1711C">
        <w:rPr>
          <w:b/>
          <w:bCs/>
        </w:rPr>
        <w:t xml:space="preserve"> u číselných hodnot přesnou hodnotu</w:t>
      </w:r>
      <w:r w:rsidR="00E1711C">
        <w:rPr>
          <w:b/>
          <w:bCs/>
        </w:rPr>
        <w:t xml:space="preserve">, </w:t>
      </w:r>
      <w:r w:rsidR="00E1711C" w:rsidRPr="00E73A03">
        <w:rPr>
          <w:b/>
          <w:bCs/>
        </w:rPr>
        <w:t>u ostatních údajů</w:t>
      </w:r>
      <w:r w:rsidR="00E1711C">
        <w:t xml:space="preserve"> účastník </w:t>
      </w:r>
      <w:r w:rsidR="00E1711C" w:rsidRPr="00E1711C">
        <w:t>uvede</w:t>
      </w:r>
      <w:r w:rsidR="00E1711C" w:rsidRPr="00E73A03">
        <w:rPr>
          <w:b/>
          <w:bCs/>
        </w:rPr>
        <w:t xml:space="preserve"> ANO/NE</w:t>
      </w:r>
      <w:r w:rsidR="00E1711C">
        <w:rPr>
          <w:b/>
          <w:bCs/>
        </w:rPr>
        <w:t xml:space="preserve"> </w:t>
      </w:r>
      <w:r w:rsidR="00E1711C" w:rsidRPr="00E1711C">
        <w:t>(</w:t>
      </w:r>
      <w:r w:rsidR="00E1711C">
        <w:t>myšleno ve vztahu k parametrům nabízeného modelu stroje)</w:t>
      </w:r>
      <w:r w:rsidR="00EC12F1">
        <w:t>.</w:t>
      </w:r>
      <w:r w:rsidR="00E1711C">
        <w:tab/>
      </w:r>
      <w:r w:rsidRPr="00C233B5">
        <w:tab/>
      </w:r>
      <w:r w:rsidRPr="00C233B5">
        <w:tab/>
      </w:r>
    </w:p>
    <w:p w14:paraId="6F63BD82" w14:textId="0C7B8116" w:rsidR="00321BD6" w:rsidRPr="00321BD6" w:rsidRDefault="00321BD6">
      <w:pPr>
        <w:pStyle w:val="Odstavecseseznamem"/>
        <w:numPr>
          <w:ilvl w:val="0"/>
          <w:numId w:val="8"/>
        </w:numPr>
        <w:jc w:val="both"/>
        <w:rPr>
          <w:b/>
        </w:rPr>
      </w:pPr>
      <w:r w:rsidRPr="00C233B5">
        <w:t>Uvedené parametry</w:t>
      </w:r>
      <w:r w:rsidR="00E1711C">
        <w:t>,</w:t>
      </w:r>
      <w:r w:rsidRPr="00C233B5">
        <w:t xml:space="preserve"> výbava</w:t>
      </w:r>
      <w:r w:rsidR="00EC12F1">
        <w:t>,</w:t>
      </w:r>
      <w:r w:rsidRPr="00C233B5">
        <w:t xml:space="preserve"> případně další požadavky</w:t>
      </w:r>
      <w:r w:rsidR="00E1711C">
        <w:t xml:space="preserve"> níže uvedené pod tímto bodem 4.</w:t>
      </w:r>
      <w:r w:rsidRPr="00C233B5">
        <w:t xml:space="preserve"> jsou minimálními </w:t>
      </w:r>
      <w:r w:rsidR="00E1711C">
        <w:t xml:space="preserve">technickými </w:t>
      </w:r>
      <w:r w:rsidR="00EC12F1">
        <w:t>podmínkami (</w:t>
      </w:r>
      <w:r w:rsidRPr="00C233B5">
        <w:t>požadavky</w:t>
      </w:r>
      <w:r w:rsidR="00EC12F1">
        <w:t>)</w:t>
      </w:r>
      <w:r w:rsidRPr="00C233B5">
        <w:t xml:space="preserve"> zadavatele</w:t>
      </w:r>
      <w:r w:rsidR="00E1711C">
        <w:t>. J</w:t>
      </w:r>
      <w:r w:rsidRPr="00C233B5">
        <w:t>ejich nesplnění (</w:t>
      </w:r>
      <w:r w:rsidR="00E1711C" w:rsidRPr="00C233B5">
        <w:t>n</w:t>
      </w:r>
      <w:r w:rsidR="00E1711C">
        <w:t>eodpovídající</w:t>
      </w:r>
      <w:r w:rsidRPr="00C233B5">
        <w:t xml:space="preserve"> hodnota, nebo odpověď </w:t>
      </w:r>
      <w:r w:rsidR="00E1711C">
        <w:t>„</w:t>
      </w:r>
      <w:r w:rsidRPr="00C233B5">
        <w:t>NE</w:t>
      </w:r>
      <w:r w:rsidR="00E1711C">
        <w:t>“</w:t>
      </w:r>
      <w:r w:rsidRPr="00C233B5">
        <w:t xml:space="preserve">) je </w:t>
      </w:r>
      <w:r w:rsidR="00EC12F1">
        <w:t xml:space="preserve">považováno za </w:t>
      </w:r>
      <w:r w:rsidRPr="00C233B5">
        <w:t>nesplnění zadávacích podmínek</w:t>
      </w:r>
      <w:bookmarkEnd w:id="1"/>
      <w:r w:rsidRPr="00C233B5">
        <w:t>.</w:t>
      </w:r>
    </w:p>
    <w:p w14:paraId="30B745BB" w14:textId="77777777" w:rsidR="00321BD6" w:rsidRDefault="00321BD6" w:rsidP="00321BD6">
      <w:pPr>
        <w:jc w:val="both"/>
        <w:rPr>
          <w:b/>
        </w:rPr>
      </w:pPr>
    </w:p>
    <w:p w14:paraId="373FECE6" w14:textId="77777777" w:rsidR="00321BD6" w:rsidRDefault="00321BD6" w:rsidP="00321BD6">
      <w:pPr>
        <w:jc w:val="both"/>
        <w:rPr>
          <w:b/>
        </w:rPr>
      </w:pPr>
    </w:p>
    <w:p w14:paraId="250CCC67" w14:textId="77777777" w:rsidR="00321BD6" w:rsidRDefault="00321BD6" w:rsidP="00321BD6">
      <w:pPr>
        <w:jc w:val="both"/>
        <w:rPr>
          <w:b/>
        </w:rPr>
      </w:pPr>
    </w:p>
    <w:p w14:paraId="4BDD8D41" w14:textId="77777777" w:rsidR="007568AC" w:rsidRDefault="007568AC" w:rsidP="00321BD6">
      <w:pPr>
        <w:jc w:val="both"/>
        <w:rPr>
          <w:b/>
        </w:rPr>
      </w:pPr>
    </w:p>
    <w:tbl>
      <w:tblPr>
        <w:tblW w:w="89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2410"/>
        <w:gridCol w:w="2410"/>
      </w:tblGrid>
      <w:tr w:rsidR="00321BD6" w:rsidRPr="00331383" w14:paraId="3742B028" w14:textId="77777777" w:rsidTr="00321BD6">
        <w:trPr>
          <w:trHeight w:val="113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1492A119" w14:textId="77777777" w:rsidR="00321BD6" w:rsidRPr="00321BD6" w:rsidRDefault="00321BD6" w:rsidP="00322A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lastRenderedPageBreak/>
              <w:t>KLOUBOVO-TELESKOPICKÁ PLOŠINA NA PÁSOVÉM PODVOZKU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583AF45A" w14:textId="77777777" w:rsidR="00321BD6" w:rsidRPr="00321BD6" w:rsidRDefault="00321BD6" w:rsidP="00322A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POŽADOVANÉ PARAMETRY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8BD0A58" w14:textId="02F8F2FF" w:rsidR="00321BD6" w:rsidRPr="00321BD6" w:rsidRDefault="00321BD6" w:rsidP="00322A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  <w:r w:rsidR="00EC12F1"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 w:rsidR="00EC12F1"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="00EC12F1"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 w:rsidR="00EC12F1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stroji</w:t>
            </w:r>
            <w:r w:rsidR="00EC12F1"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321BD6" w:rsidRPr="00331383" w14:paraId="5AB3A718" w14:textId="77777777" w:rsidTr="00EC12F1">
        <w:trPr>
          <w:trHeight w:val="404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200"/>
            <w:noWrap/>
            <w:vAlign w:val="center"/>
            <w:hideMark/>
          </w:tcPr>
          <w:p w14:paraId="146CAE60" w14:textId="2A250288" w:rsidR="00321BD6" w:rsidRPr="00321BD6" w:rsidRDefault="00321BD6" w:rsidP="00322A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EC12F1">
              <w:rPr>
                <w:rFonts w:ascii="Verdana" w:eastAsia="Times New Roman" w:hAnsi="Verdana" w:cs="Times New Roman"/>
                <w:b/>
                <w:bCs/>
                <w:lang w:eastAsia="cs-CZ"/>
              </w:rPr>
              <w:t>NABÍZENÝ STROJ</w:t>
            </w:r>
            <w:r w:rsidR="00EC12F1" w:rsidRPr="00EC12F1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(model/typ)</w:t>
            </w:r>
            <w:r w:rsidRPr="00EC12F1">
              <w:rPr>
                <w:rFonts w:ascii="Verdana" w:eastAsia="Times New Roman" w:hAnsi="Verdana" w:cs="Times New Roman"/>
                <w:b/>
                <w:bCs/>
                <w:lang w:eastAsia="cs-CZ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200"/>
            <w:noWrap/>
            <w:vAlign w:val="center"/>
            <w:hideMark/>
          </w:tcPr>
          <w:p w14:paraId="286A4310" w14:textId="58C2B0FB" w:rsidR="00321BD6" w:rsidRPr="00321BD6" w:rsidRDefault="00EC12F1" w:rsidP="00322A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200"/>
            <w:noWrap/>
            <w:vAlign w:val="center"/>
            <w:hideMark/>
          </w:tcPr>
          <w:p w14:paraId="0F9B7A68" w14:textId="4346BDA2" w:rsidR="00321BD6" w:rsidRPr="00B83124" w:rsidRDefault="00B83124" w:rsidP="00322A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B83124">
              <w:rPr>
                <w:b/>
                <w:bCs/>
              </w:rPr>
              <w:t>"[</w:t>
            </w:r>
            <w:proofErr w:type="gramStart"/>
            <w:r w:rsidRPr="00B83124">
              <w:rPr>
                <w:b/>
                <w:bCs/>
                <w:highlight w:val="yellow"/>
              </w:rPr>
              <w:t>VLOŽÍ</w:t>
            </w:r>
            <w:proofErr w:type="gramEnd"/>
            <w:r w:rsidRPr="00B83124">
              <w:rPr>
                <w:b/>
                <w:bCs/>
                <w:highlight w:val="yellow"/>
              </w:rPr>
              <w:t xml:space="preserve"> PRODÁVAJÍCÍ</w:t>
            </w:r>
            <w:r w:rsidRPr="00B83124">
              <w:rPr>
                <w:b/>
                <w:bCs/>
              </w:rPr>
              <w:t>]"</w:t>
            </w:r>
          </w:p>
        </w:tc>
      </w:tr>
      <w:tr w:rsidR="00321BD6" w:rsidRPr="00331383" w14:paraId="40F289E2" w14:textId="77777777" w:rsidTr="00321BD6">
        <w:trPr>
          <w:trHeight w:val="51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3037" w14:textId="77777777" w:rsidR="00321BD6" w:rsidRPr="00321BD6" w:rsidRDefault="00321BD6" w:rsidP="00322A9E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Konstrukce plošiny: KLOUBOVO-TELESKOPICKÁ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886B" w14:textId="77777777" w:rsidR="00321BD6" w:rsidRPr="00321BD6" w:rsidRDefault="00321BD6" w:rsidP="00322A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53EE" w14:textId="5275CF15" w:rsidR="00321BD6" w:rsidRPr="00321BD6" w:rsidRDefault="00321BD6" w:rsidP="00322A9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="00B83124" w:rsidRPr="005F3697">
              <w:rPr>
                <w:bCs/>
              </w:rPr>
              <w:t>"[</w:t>
            </w:r>
            <w:proofErr w:type="gramStart"/>
            <w:r w:rsidR="00B83124" w:rsidRPr="005F3697">
              <w:rPr>
                <w:bCs/>
                <w:highlight w:val="yellow"/>
              </w:rPr>
              <w:t>VLOŽÍ</w:t>
            </w:r>
            <w:proofErr w:type="gramEnd"/>
            <w:r w:rsidR="00B83124" w:rsidRPr="005F3697">
              <w:rPr>
                <w:bCs/>
                <w:highlight w:val="yellow"/>
              </w:rPr>
              <w:t xml:space="preserve"> PRODÁVAJÍCÍ</w:t>
            </w:r>
            <w:r w:rsidR="00B83124" w:rsidRPr="005F3697">
              <w:rPr>
                <w:bCs/>
              </w:rPr>
              <w:t>]"</w:t>
            </w:r>
          </w:p>
        </w:tc>
      </w:tr>
      <w:tr w:rsidR="00321BD6" w:rsidRPr="00331383" w14:paraId="0546ECFE" w14:textId="77777777" w:rsidTr="00321BD6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7453" w14:textId="77777777" w:rsidR="00321BD6" w:rsidRPr="00321BD6" w:rsidRDefault="00321BD6" w:rsidP="00322A9E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Konstrukce podvozku: PÁSOVÝ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6A19" w14:textId="77777777" w:rsidR="00321BD6" w:rsidRPr="00321BD6" w:rsidRDefault="00321BD6" w:rsidP="00322A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01AC" w14:textId="5E3BE14B" w:rsidR="00321BD6" w:rsidRPr="00321BD6" w:rsidRDefault="00321BD6" w:rsidP="00322A9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="00B83124" w:rsidRPr="005F3697">
              <w:rPr>
                <w:bCs/>
              </w:rPr>
              <w:t>"[</w:t>
            </w:r>
            <w:proofErr w:type="gramStart"/>
            <w:r w:rsidR="00B83124" w:rsidRPr="005F3697">
              <w:rPr>
                <w:bCs/>
                <w:highlight w:val="yellow"/>
              </w:rPr>
              <w:t>VLOŽÍ</w:t>
            </w:r>
            <w:proofErr w:type="gramEnd"/>
            <w:r w:rsidR="00B83124" w:rsidRPr="005F3697">
              <w:rPr>
                <w:bCs/>
                <w:highlight w:val="yellow"/>
              </w:rPr>
              <w:t xml:space="preserve"> PRODÁVAJÍCÍ</w:t>
            </w:r>
            <w:r w:rsidR="00B83124" w:rsidRPr="005F3697">
              <w:rPr>
                <w:bCs/>
              </w:rPr>
              <w:t>]"</w:t>
            </w:r>
          </w:p>
        </w:tc>
      </w:tr>
      <w:tr w:rsidR="00321BD6" w:rsidRPr="00331383" w14:paraId="761E1E04" w14:textId="77777777" w:rsidTr="00321BD6">
        <w:trPr>
          <w:trHeight w:val="51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8705" w14:textId="77777777" w:rsidR="00321BD6" w:rsidRPr="00321BD6" w:rsidRDefault="00321BD6" w:rsidP="00322A9E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Podvozek s možností nastavení rozchodu pásů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8DE1" w14:textId="77777777" w:rsidR="00321BD6" w:rsidRPr="00321BD6" w:rsidRDefault="00321BD6" w:rsidP="00322A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BA05" w14:textId="6D3F622F" w:rsidR="00321BD6" w:rsidRPr="00321BD6" w:rsidRDefault="00321BD6" w:rsidP="00322A9E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="00B83124" w:rsidRPr="005F3697">
              <w:rPr>
                <w:bCs/>
              </w:rPr>
              <w:t>"[</w:t>
            </w:r>
            <w:proofErr w:type="gramStart"/>
            <w:r w:rsidR="00B83124" w:rsidRPr="005F3697">
              <w:rPr>
                <w:bCs/>
                <w:highlight w:val="yellow"/>
              </w:rPr>
              <w:t>VLOŽÍ</w:t>
            </w:r>
            <w:proofErr w:type="gramEnd"/>
            <w:r w:rsidR="00B83124" w:rsidRPr="005F3697">
              <w:rPr>
                <w:bCs/>
                <w:highlight w:val="yellow"/>
              </w:rPr>
              <w:t xml:space="preserve"> PRODÁVAJÍCÍ</w:t>
            </w:r>
            <w:r w:rsidR="00B83124" w:rsidRPr="005F3697">
              <w:rPr>
                <w:bCs/>
              </w:rPr>
              <w:t>]"</w:t>
            </w:r>
          </w:p>
        </w:tc>
      </w:tr>
      <w:tr w:rsidR="00B83124" w:rsidRPr="00331383" w14:paraId="05304D92" w14:textId="77777777" w:rsidTr="003D2FEE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753D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Proporcionální ovládání plošiny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93AE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6510E" w14:textId="74CFD2E4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E76CBF">
              <w:rPr>
                <w:bCs/>
              </w:rPr>
              <w:t>"[</w:t>
            </w:r>
            <w:proofErr w:type="gramStart"/>
            <w:r w:rsidRPr="00E76CBF">
              <w:rPr>
                <w:bCs/>
                <w:highlight w:val="yellow"/>
              </w:rPr>
              <w:t>VLOŽÍ</w:t>
            </w:r>
            <w:proofErr w:type="gramEnd"/>
            <w:r w:rsidRPr="00E76CBF">
              <w:rPr>
                <w:bCs/>
                <w:highlight w:val="yellow"/>
              </w:rPr>
              <w:t xml:space="preserve"> PRODÁVAJÍCÍ</w:t>
            </w:r>
            <w:r w:rsidRPr="00E76CBF">
              <w:rPr>
                <w:bCs/>
              </w:rPr>
              <w:t>]"</w:t>
            </w:r>
          </w:p>
        </w:tc>
      </w:tr>
      <w:tr w:rsidR="00B83124" w:rsidRPr="00331383" w14:paraId="279CDCC9" w14:textId="77777777" w:rsidTr="003D2FEE">
        <w:trPr>
          <w:trHeight w:val="51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9875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Kombinovaný pohon plošiny (elektromotor + čtyřtaktní zážehový spalovací motor)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7FBE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E818D" w14:textId="4C5301E6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E76CBF">
              <w:rPr>
                <w:bCs/>
              </w:rPr>
              <w:t>"[</w:t>
            </w:r>
            <w:proofErr w:type="gramStart"/>
            <w:r w:rsidRPr="00E76CBF">
              <w:rPr>
                <w:bCs/>
                <w:highlight w:val="yellow"/>
              </w:rPr>
              <w:t>VLOŽÍ</w:t>
            </w:r>
            <w:proofErr w:type="gramEnd"/>
            <w:r w:rsidRPr="00E76CBF">
              <w:rPr>
                <w:bCs/>
                <w:highlight w:val="yellow"/>
              </w:rPr>
              <w:t xml:space="preserve"> PRODÁVAJÍCÍ</w:t>
            </w:r>
            <w:r w:rsidRPr="00E76CBF">
              <w:rPr>
                <w:bCs/>
              </w:rPr>
              <w:t>]"</w:t>
            </w:r>
          </w:p>
        </w:tc>
      </w:tr>
      <w:tr w:rsidR="00B83124" w:rsidRPr="00331383" w14:paraId="3DE42402" w14:textId="77777777" w:rsidTr="003D2FEE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C756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Výkon zážehového spalovacího motoru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2108C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 xml:space="preserve">min. 12 </w:t>
            </w:r>
            <w:proofErr w:type="spellStart"/>
            <w:r w:rsidRPr="00321BD6">
              <w:rPr>
                <w:rFonts w:ascii="Verdana" w:eastAsia="Times New Roman" w:hAnsi="Verdana" w:cs="Times New Roman"/>
                <w:lang w:eastAsia="cs-CZ"/>
              </w:rPr>
              <w:t>Hp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1B0B0" w14:textId="782F2859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E76CBF">
              <w:rPr>
                <w:bCs/>
              </w:rPr>
              <w:t>"[</w:t>
            </w:r>
            <w:proofErr w:type="gramStart"/>
            <w:r w:rsidRPr="00E76CBF">
              <w:rPr>
                <w:bCs/>
                <w:highlight w:val="yellow"/>
              </w:rPr>
              <w:t>VLOŽÍ</w:t>
            </w:r>
            <w:proofErr w:type="gramEnd"/>
            <w:r w:rsidRPr="00E76CBF">
              <w:rPr>
                <w:bCs/>
                <w:highlight w:val="yellow"/>
              </w:rPr>
              <w:t xml:space="preserve"> PRODÁVAJÍCÍ</w:t>
            </w:r>
            <w:r w:rsidRPr="00E76CBF">
              <w:rPr>
                <w:bCs/>
              </w:rPr>
              <w:t>]"</w:t>
            </w:r>
          </w:p>
        </w:tc>
      </w:tr>
      <w:tr w:rsidR="00B83124" w:rsidRPr="00331383" w14:paraId="3A68B3C0" w14:textId="77777777" w:rsidTr="003D2FEE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32EC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Výkon elektromotoru 230 V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6B8A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min. 2,2 kW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664E1" w14:textId="6080F0E6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E76CBF">
              <w:rPr>
                <w:bCs/>
              </w:rPr>
              <w:t>"[</w:t>
            </w:r>
            <w:proofErr w:type="gramStart"/>
            <w:r w:rsidRPr="00E76CBF">
              <w:rPr>
                <w:bCs/>
                <w:highlight w:val="yellow"/>
              </w:rPr>
              <w:t>VLOŽÍ</w:t>
            </w:r>
            <w:proofErr w:type="gramEnd"/>
            <w:r w:rsidRPr="00E76CBF">
              <w:rPr>
                <w:bCs/>
                <w:highlight w:val="yellow"/>
              </w:rPr>
              <w:t xml:space="preserve"> PRODÁVAJÍCÍ</w:t>
            </w:r>
            <w:r w:rsidRPr="00E76CBF">
              <w:rPr>
                <w:bCs/>
              </w:rPr>
              <w:t>]"</w:t>
            </w:r>
          </w:p>
        </w:tc>
      </w:tr>
      <w:tr w:rsidR="00B83124" w:rsidRPr="00331383" w14:paraId="2906D425" w14:textId="77777777" w:rsidTr="003D2FEE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A670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Neznačkující pásy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00C9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500A8" w14:textId="0A9050E8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E76CBF">
              <w:rPr>
                <w:bCs/>
              </w:rPr>
              <w:t>"[</w:t>
            </w:r>
            <w:proofErr w:type="gramStart"/>
            <w:r w:rsidRPr="00E76CBF">
              <w:rPr>
                <w:bCs/>
                <w:highlight w:val="yellow"/>
              </w:rPr>
              <w:t>VLOŽÍ</w:t>
            </w:r>
            <w:proofErr w:type="gramEnd"/>
            <w:r w:rsidRPr="00E76CBF">
              <w:rPr>
                <w:bCs/>
                <w:highlight w:val="yellow"/>
              </w:rPr>
              <w:t xml:space="preserve"> PRODÁVAJÍCÍ</w:t>
            </w:r>
            <w:r w:rsidRPr="00E76CBF">
              <w:rPr>
                <w:bCs/>
              </w:rPr>
              <w:t>]"</w:t>
            </w:r>
          </w:p>
        </w:tc>
      </w:tr>
      <w:tr w:rsidR="00B83124" w:rsidRPr="00331383" w14:paraId="1EDB16F3" w14:textId="77777777" w:rsidTr="003D2FEE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623E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Rychlost pojezdu pracovní plošiny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8CFD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min. 1,5 km/hod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B7CB0" w14:textId="0D964D78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E76CBF">
              <w:rPr>
                <w:bCs/>
              </w:rPr>
              <w:t>"[</w:t>
            </w:r>
            <w:proofErr w:type="gramStart"/>
            <w:r w:rsidRPr="00E76CBF">
              <w:rPr>
                <w:bCs/>
                <w:highlight w:val="yellow"/>
              </w:rPr>
              <w:t>VLOŽÍ</w:t>
            </w:r>
            <w:proofErr w:type="gramEnd"/>
            <w:r w:rsidRPr="00E76CBF">
              <w:rPr>
                <w:bCs/>
                <w:highlight w:val="yellow"/>
              </w:rPr>
              <w:t xml:space="preserve"> PRODÁVAJÍCÍ</w:t>
            </w:r>
            <w:r w:rsidRPr="00E76CBF">
              <w:rPr>
                <w:bCs/>
              </w:rPr>
              <w:t>]"</w:t>
            </w:r>
          </w:p>
        </w:tc>
      </w:tr>
      <w:tr w:rsidR="00B83124" w:rsidRPr="00331383" w14:paraId="201D898B" w14:textId="77777777" w:rsidTr="006260F3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25CB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Maximální stoupavost plošiny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BB75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min. 25 %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E41C3" w14:textId="1564405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44BF0">
              <w:rPr>
                <w:bCs/>
              </w:rPr>
              <w:t>"[</w:t>
            </w:r>
            <w:proofErr w:type="gramStart"/>
            <w:r w:rsidRPr="00A44BF0">
              <w:rPr>
                <w:bCs/>
                <w:highlight w:val="yellow"/>
              </w:rPr>
              <w:t>VLOŽÍ</w:t>
            </w:r>
            <w:proofErr w:type="gramEnd"/>
            <w:r w:rsidRPr="00A44BF0">
              <w:rPr>
                <w:bCs/>
                <w:highlight w:val="yellow"/>
              </w:rPr>
              <w:t xml:space="preserve"> PRODÁVAJÍCÍ</w:t>
            </w:r>
            <w:r w:rsidRPr="00A44BF0">
              <w:rPr>
                <w:bCs/>
              </w:rPr>
              <w:t>]"</w:t>
            </w:r>
          </w:p>
        </w:tc>
      </w:tr>
      <w:tr w:rsidR="00B83124" w:rsidRPr="00331383" w14:paraId="393386EF" w14:textId="77777777" w:rsidTr="006260F3">
        <w:trPr>
          <w:trHeight w:val="51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59B6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Automatický start-stop systém motoru s automatickou regulací otáček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6825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022CB" w14:textId="5417A42E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44BF0">
              <w:rPr>
                <w:bCs/>
              </w:rPr>
              <w:t>"[</w:t>
            </w:r>
            <w:proofErr w:type="gramStart"/>
            <w:r w:rsidRPr="00A44BF0">
              <w:rPr>
                <w:bCs/>
                <w:highlight w:val="yellow"/>
              </w:rPr>
              <w:t>VLOŽÍ</w:t>
            </w:r>
            <w:proofErr w:type="gramEnd"/>
            <w:r w:rsidRPr="00A44BF0">
              <w:rPr>
                <w:bCs/>
                <w:highlight w:val="yellow"/>
              </w:rPr>
              <w:t xml:space="preserve"> PRODÁVAJÍCÍ</w:t>
            </w:r>
            <w:r w:rsidRPr="00A44BF0">
              <w:rPr>
                <w:bCs/>
              </w:rPr>
              <w:t>]"</w:t>
            </w:r>
          </w:p>
        </w:tc>
      </w:tr>
      <w:tr w:rsidR="00B83124" w:rsidRPr="00331383" w14:paraId="61BA29C2" w14:textId="77777777" w:rsidTr="006260F3">
        <w:trPr>
          <w:trHeight w:val="51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59B7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Automatický sytém pro ustavení plošiny do pracovní horizontální roviny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819F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B76D2" w14:textId="375C2EEE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44BF0">
              <w:rPr>
                <w:bCs/>
              </w:rPr>
              <w:t>"[</w:t>
            </w:r>
            <w:proofErr w:type="gramStart"/>
            <w:r w:rsidRPr="00A44BF0">
              <w:rPr>
                <w:bCs/>
                <w:highlight w:val="yellow"/>
              </w:rPr>
              <w:t>VLOŽÍ</w:t>
            </w:r>
            <w:proofErr w:type="gramEnd"/>
            <w:r w:rsidRPr="00A44BF0">
              <w:rPr>
                <w:bCs/>
                <w:highlight w:val="yellow"/>
              </w:rPr>
              <w:t xml:space="preserve"> PRODÁVAJÍCÍ</w:t>
            </w:r>
            <w:r w:rsidRPr="00A44BF0">
              <w:rPr>
                <w:bCs/>
              </w:rPr>
              <w:t>]"</w:t>
            </w:r>
          </w:p>
        </w:tc>
      </w:tr>
      <w:tr w:rsidR="00B83124" w:rsidRPr="00331383" w14:paraId="4BEB5E59" w14:textId="77777777" w:rsidTr="006260F3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DEA7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Stabilizační oblast opěr plošiny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8B13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max. 3.100 x 3.100 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65302" w14:textId="031FD642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44BF0">
              <w:rPr>
                <w:bCs/>
              </w:rPr>
              <w:t>"[</w:t>
            </w:r>
            <w:proofErr w:type="gramStart"/>
            <w:r w:rsidRPr="00A44BF0">
              <w:rPr>
                <w:bCs/>
                <w:highlight w:val="yellow"/>
              </w:rPr>
              <w:t>VLOŽÍ</w:t>
            </w:r>
            <w:proofErr w:type="gramEnd"/>
            <w:r w:rsidRPr="00A44BF0">
              <w:rPr>
                <w:bCs/>
                <w:highlight w:val="yellow"/>
              </w:rPr>
              <w:t xml:space="preserve"> PRODÁVAJÍCÍ</w:t>
            </w:r>
            <w:r w:rsidRPr="00A44BF0">
              <w:rPr>
                <w:bCs/>
              </w:rPr>
              <w:t>]"</w:t>
            </w:r>
          </w:p>
        </w:tc>
      </w:tr>
      <w:tr w:rsidR="00B83124" w:rsidRPr="00331383" w14:paraId="27006BBC" w14:textId="77777777" w:rsidTr="006260F3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6862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Koncové JIB rameno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4283B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834DA" w14:textId="6A1C276F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44BF0">
              <w:rPr>
                <w:bCs/>
              </w:rPr>
              <w:t>"[</w:t>
            </w:r>
            <w:proofErr w:type="gramStart"/>
            <w:r w:rsidRPr="00A44BF0">
              <w:rPr>
                <w:bCs/>
                <w:highlight w:val="yellow"/>
              </w:rPr>
              <w:t>VLOŽÍ</w:t>
            </w:r>
            <w:proofErr w:type="gramEnd"/>
            <w:r w:rsidRPr="00A44BF0">
              <w:rPr>
                <w:bCs/>
                <w:highlight w:val="yellow"/>
              </w:rPr>
              <w:t xml:space="preserve"> PRODÁVAJÍCÍ</w:t>
            </w:r>
            <w:r w:rsidRPr="00A44BF0">
              <w:rPr>
                <w:bCs/>
              </w:rPr>
              <w:t>]"</w:t>
            </w:r>
          </w:p>
        </w:tc>
      </w:tr>
      <w:tr w:rsidR="00B83124" w:rsidRPr="00331383" w14:paraId="0E2AF755" w14:textId="77777777" w:rsidTr="006260F3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CB49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Rozsah </w:t>
            </w:r>
            <w:proofErr w:type="spellStart"/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otoče</w:t>
            </w:r>
            <w:proofErr w:type="spellEnd"/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věže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8E01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min. 340°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49813" w14:textId="0D2CC1D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44BF0">
              <w:rPr>
                <w:bCs/>
              </w:rPr>
              <w:t>"[</w:t>
            </w:r>
            <w:proofErr w:type="gramStart"/>
            <w:r w:rsidRPr="00A44BF0">
              <w:rPr>
                <w:bCs/>
                <w:highlight w:val="yellow"/>
              </w:rPr>
              <w:t>VLOŽÍ</w:t>
            </w:r>
            <w:proofErr w:type="gramEnd"/>
            <w:r w:rsidRPr="00A44BF0">
              <w:rPr>
                <w:bCs/>
                <w:highlight w:val="yellow"/>
              </w:rPr>
              <w:t xml:space="preserve"> PRODÁVAJÍCÍ</w:t>
            </w:r>
            <w:r w:rsidRPr="00A44BF0">
              <w:rPr>
                <w:bCs/>
              </w:rPr>
              <w:t>]"</w:t>
            </w:r>
          </w:p>
        </w:tc>
      </w:tr>
      <w:tr w:rsidR="00B83124" w:rsidRPr="00331383" w14:paraId="561DBBCE" w14:textId="77777777" w:rsidTr="006260F3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36F9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Otáčení koše v horizontální rovině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9FAF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min. +/- 80°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6E361" w14:textId="059E1D53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44BF0">
              <w:rPr>
                <w:bCs/>
              </w:rPr>
              <w:t>"[</w:t>
            </w:r>
            <w:proofErr w:type="gramStart"/>
            <w:r w:rsidRPr="00A44BF0">
              <w:rPr>
                <w:bCs/>
                <w:highlight w:val="yellow"/>
              </w:rPr>
              <w:t>VLOŽÍ</w:t>
            </w:r>
            <w:proofErr w:type="gramEnd"/>
            <w:r w:rsidRPr="00A44BF0">
              <w:rPr>
                <w:bCs/>
                <w:highlight w:val="yellow"/>
              </w:rPr>
              <w:t xml:space="preserve"> PRODÁVAJÍCÍ</w:t>
            </w:r>
            <w:r w:rsidRPr="00A44BF0">
              <w:rPr>
                <w:bCs/>
              </w:rPr>
              <w:t>]"</w:t>
            </w:r>
          </w:p>
        </w:tc>
      </w:tr>
      <w:tr w:rsidR="00B83124" w:rsidRPr="00331383" w14:paraId="281D83F4" w14:textId="77777777" w:rsidTr="006260F3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B72F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Odnímatelný koš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6EC1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F8C13" w14:textId="7554362D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44BF0">
              <w:rPr>
                <w:bCs/>
              </w:rPr>
              <w:t>"[</w:t>
            </w:r>
            <w:proofErr w:type="gramStart"/>
            <w:r w:rsidRPr="00A44BF0">
              <w:rPr>
                <w:bCs/>
                <w:highlight w:val="yellow"/>
              </w:rPr>
              <w:t>VLOŽÍ</w:t>
            </w:r>
            <w:proofErr w:type="gramEnd"/>
            <w:r w:rsidRPr="00A44BF0">
              <w:rPr>
                <w:bCs/>
                <w:highlight w:val="yellow"/>
              </w:rPr>
              <w:t xml:space="preserve"> PRODÁVAJÍCÍ</w:t>
            </w:r>
            <w:r w:rsidRPr="00A44BF0">
              <w:rPr>
                <w:bCs/>
              </w:rPr>
              <w:t>]"</w:t>
            </w:r>
          </w:p>
        </w:tc>
      </w:tr>
      <w:tr w:rsidR="00B83124" w:rsidRPr="00331383" w14:paraId="112B24AF" w14:textId="77777777" w:rsidTr="006260F3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F352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Šířka koše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55CC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min. 1.250 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2581C" w14:textId="7278F63F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44BF0">
              <w:rPr>
                <w:bCs/>
              </w:rPr>
              <w:t>"[</w:t>
            </w:r>
            <w:proofErr w:type="gramStart"/>
            <w:r w:rsidRPr="00A44BF0">
              <w:rPr>
                <w:bCs/>
                <w:highlight w:val="yellow"/>
              </w:rPr>
              <w:t>VLOŽÍ</w:t>
            </w:r>
            <w:proofErr w:type="gramEnd"/>
            <w:r w:rsidRPr="00A44BF0">
              <w:rPr>
                <w:bCs/>
                <w:highlight w:val="yellow"/>
              </w:rPr>
              <w:t xml:space="preserve"> PRODÁVAJÍCÍ</w:t>
            </w:r>
            <w:r w:rsidRPr="00A44BF0">
              <w:rPr>
                <w:bCs/>
              </w:rPr>
              <w:t>]"</w:t>
            </w:r>
          </w:p>
        </w:tc>
      </w:tr>
      <w:tr w:rsidR="00B83124" w:rsidRPr="00331383" w14:paraId="06DE9708" w14:textId="77777777" w:rsidTr="003A441A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0060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Hloubka koše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428E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min. 700 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84010" w14:textId="78602A18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2C7C06">
              <w:rPr>
                <w:bCs/>
              </w:rPr>
              <w:t>"[</w:t>
            </w:r>
            <w:proofErr w:type="gramStart"/>
            <w:r w:rsidRPr="002C7C06">
              <w:rPr>
                <w:bCs/>
                <w:highlight w:val="yellow"/>
              </w:rPr>
              <w:t>VLOŽÍ</w:t>
            </w:r>
            <w:proofErr w:type="gramEnd"/>
            <w:r w:rsidRPr="002C7C06">
              <w:rPr>
                <w:bCs/>
                <w:highlight w:val="yellow"/>
              </w:rPr>
              <w:t xml:space="preserve"> PRODÁVAJÍCÍ</w:t>
            </w:r>
            <w:r w:rsidRPr="002C7C06">
              <w:rPr>
                <w:bCs/>
              </w:rPr>
              <w:t>]"</w:t>
            </w:r>
          </w:p>
        </w:tc>
      </w:tr>
      <w:tr w:rsidR="00B83124" w:rsidRPr="00331383" w14:paraId="45BD322A" w14:textId="77777777" w:rsidTr="003A441A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D2FE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Maximální pracovní výška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F1FE1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min. 17,50 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6F120" w14:textId="3E5EAC16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2C7C06">
              <w:rPr>
                <w:bCs/>
              </w:rPr>
              <w:t>"[</w:t>
            </w:r>
            <w:proofErr w:type="gramStart"/>
            <w:r w:rsidRPr="002C7C06">
              <w:rPr>
                <w:bCs/>
                <w:highlight w:val="yellow"/>
              </w:rPr>
              <w:t>VLOŽÍ</w:t>
            </w:r>
            <w:proofErr w:type="gramEnd"/>
            <w:r w:rsidRPr="002C7C06">
              <w:rPr>
                <w:bCs/>
                <w:highlight w:val="yellow"/>
              </w:rPr>
              <w:t xml:space="preserve"> PRODÁVAJÍCÍ</w:t>
            </w:r>
            <w:r w:rsidRPr="002C7C06">
              <w:rPr>
                <w:bCs/>
              </w:rPr>
              <w:t>]"</w:t>
            </w:r>
          </w:p>
        </w:tc>
      </w:tr>
      <w:tr w:rsidR="00B83124" w:rsidRPr="00331383" w14:paraId="46F50560" w14:textId="77777777" w:rsidTr="003A441A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516C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Maximální výška podlahy koše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5FC0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min. 15,50 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FEF1E" w14:textId="06B99B7A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2C7C06">
              <w:rPr>
                <w:bCs/>
              </w:rPr>
              <w:t>"[</w:t>
            </w:r>
            <w:proofErr w:type="gramStart"/>
            <w:r w:rsidRPr="002C7C06">
              <w:rPr>
                <w:bCs/>
                <w:highlight w:val="yellow"/>
              </w:rPr>
              <w:t>VLOŽÍ</w:t>
            </w:r>
            <w:proofErr w:type="gramEnd"/>
            <w:r w:rsidRPr="002C7C06">
              <w:rPr>
                <w:bCs/>
                <w:highlight w:val="yellow"/>
              </w:rPr>
              <w:t xml:space="preserve"> PRODÁVAJÍCÍ</w:t>
            </w:r>
            <w:r w:rsidRPr="002C7C06">
              <w:rPr>
                <w:bCs/>
              </w:rPr>
              <w:t>]"</w:t>
            </w:r>
          </w:p>
        </w:tc>
      </w:tr>
      <w:tr w:rsidR="00B83124" w:rsidRPr="00331383" w14:paraId="7F875212" w14:textId="77777777" w:rsidTr="003A441A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058C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Možný počet osob v koši v exteriéru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A53F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min 2 osoby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9567A" w14:textId="03D25A89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C7C06">
              <w:rPr>
                <w:bCs/>
              </w:rPr>
              <w:t>"[</w:t>
            </w:r>
            <w:proofErr w:type="gramStart"/>
            <w:r w:rsidRPr="002C7C06">
              <w:rPr>
                <w:bCs/>
                <w:highlight w:val="yellow"/>
              </w:rPr>
              <w:t>VLOŽÍ</w:t>
            </w:r>
            <w:proofErr w:type="gramEnd"/>
            <w:r w:rsidRPr="002C7C06">
              <w:rPr>
                <w:bCs/>
                <w:highlight w:val="yellow"/>
              </w:rPr>
              <w:t xml:space="preserve"> PRODÁVAJÍCÍ</w:t>
            </w:r>
            <w:r w:rsidRPr="002C7C06">
              <w:rPr>
                <w:bCs/>
              </w:rPr>
              <w:t>]"</w:t>
            </w:r>
          </w:p>
        </w:tc>
      </w:tr>
      <w:tr w:rsidR="00B83124" w:rsidRPr="00331383" w14:paraId="2598F9BB" w14:textId="77777777" w:rsidTr="003A441A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6EE2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Maximální nosnost pracovní plošiny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8EC4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min. 225 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7FE05" w14:textId="55775339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2C7C06">
              <w:rPr>
                <w:bCs/>
              </w:rPr>
              <w:t>"[</w:t>
            </w:r>
            <w:proofErr w:type="gramStart"/>
            <w:r w:rsidRPr="002C7C06">
              <w:rPr>
                <w:bCs/>
                <w:highlight w:val="yellow"/>
              </w:rPr>
              <w:t>VLOŽÍ</w:t>
            </w:r>
            <w:proofErr w:type="gramEnd"/>
            <w:r w:rsidRPr="002C7C06">
              <w:rPr>
                <w:bCs/>
                <w:highlight w:val="yellow"/>
              </w:rPr>
              <w:t xml:space="preserve"> PRODÁVAJÍCÍ</w:t>
            </w:r>
            <w:r w:rsidRPr="002C7C06">
              <w:rPr>
                <w:bCs/>
              </w:rPr>
              <w:t>]"</w:t>
            </w:r>
          </w:p>
        </w:tc>
      </w:tr>
      <w:tr w:rsidR="00B83124" w:rsidRPr="00331383" w14:paraId="5FC72322" w14:textId="77777777" w:rsidTr="003A441A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54B2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Maximální horizontální pracovní dosah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21BB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min. 9,00 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9E085" w14:textId="426DC0B9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C7C06">
              <w:rPr>
                <w:bCs/>
              </w:rPr>
              <w:t>"[</w:t>
            </w:r>
            <w:proofErr w:type="gramStart"/>
            <w:r w:rsidRPr="002C7C06">
              <w:rPr>
                <w:bCs/>
                <w:highlight w:val="yellow"/>
              </w:rPr>
              <w:t>VLOŽÍ</w:t>
            </w:r>
            <w:proofErr w:type="gramEnd"/>
            <w:r w:rsidRPr="002C7C06">
              <w:rPr>
                <w:bCs/>
                <w:highlight w:val="yellow"/>
              </w:rPr>
              <w:t xml:space="preserve"> PRODÁVAJÍCÍ</w:t>
            </w:r>
            <w:r w:rsidRPr="002C7C06">
              <w:rPr>
                <w:bCs/>
              </w:rPr>
              <w:t>]"</w:t>
            </w:r>
          </w:p>
        </w:tc>
      </w:tr>
      <w:tr w:rsidR="00B83124" w:rsidRPr="00331383" w14:paraId="10019173" w14:textId="77777777" w:rsidTr="003A441A">
        <w:trPr>
          <w:trHeight w:val="51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C0DD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Nosnost koše při horizontálním vyložení ramene 7,00 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2E59A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min. 200 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F46F2" w14:textId="70050873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2C7C06">
              <w:rPr>
                <w:bCs/>
              </w:rPr>
              <w:t>"[</w:t>
            </w:r>
            <w:proofErr w:type="gramStart"/>
            <w:r w:rsidRPr="002C7C06">
              <w:rPr>
                <w:bCs/>
                <w:highlight w:val="yellow"/>
              </w:rPr>
              <w:t>VLOŽÍ</w:t>
            </w:r>
            <w:proofErr w:type="gramEnd"/>
            <w:r w:rsidRPr="002C7C06">
              <w:rPr>
                <w:bCs/>
                <w:highlight w:val="yellow"/>
              </w:rPr>
              <w:t xml:space="preserve"> PRODÁVAJÍCÍ</w:t>
            </w:r>
            <w:r w:rsidRPr="002C7C06">
              <w:rPr>
                <w:bCs/>
              </w:rPr>
              <w:t>]"</w:t>
            </w:r>
          </w:p>
        </w:tc>
      </w:tr>
      <w:tr w:rsidR="00B83124" w:rsidRPr="00331383" w14:paraId="3931FE4F" w14:textId="77777777" w:rsidTr="003A441A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B2F5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Transportní délka bez koše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3419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max. 4.000 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E8DC8" w14:textId="107877CD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C7C06">
              <w:rPr>
                <w:bCs/>
              </w:rPr>
              <w:t>"[</w:t>
            </w:r>
            <w:proofErr w:type="gramStart"/>
            <w:r w:rsidRPr="002C7C06">
              <w:rPr>
                <w:bCs/>
                <w:highlight w:val="yellow"/>
              </w:rPr>
              <w:t>VLOŽÍ</w:t>
            </w:r>
            <w:proofErr w:type="gramEnd"/>
            <w:r w:rsidRPr="002C7C06">
              <w:rPr>
                <w:bCs/>
                <w:highlight w:val="yellow"/>
              </w:rPr>
              <w:t xml:space="preserve"> PRODÁVAJÍCÍ</w:t>
            </w:r>
            <w:r w:rsidRPr="002C7C06">
              <w:rPr>
                <w:bCs/>
              </w:rPr>
              <w:t>]"</w:t>
            </w:r>
          </w:p>
        </w:tc>
      </w:tr>
      <w:tr w:rsidR="00B83124" w:rsidRPr="00331383" w14:paraId="7D9BB96F" w14:textId="77777777" w:rsidTr="003A441A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EF92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Transportní délka včetně koše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89D4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max. 4.500 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88965" w14:textId="119D3D39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C7C06">
              <w:rPr>
                <w:bCs/>
              </w:rPr>
              <w:t>"[</w:t>
            </w:r>
            <w:proofErr w:type="gramStart"/>
            <w:r w:rsidRPr="002C7C06">
              <w:rPr>
                <w:bCs/>
                <w:highlight w:val="yellow"/>
              </w:rPr>
              <w:t>VLOŽÍ</w:t>
            </w:r>
            <w:proofErr w:type="gramEnd"/>
            <w:r w:rsidRPr="002C7C06">
              <w:rPr>
                <w:bCs/>
                <w:highlight w:val="yellow"/>
              </w:rPr>
              <w:t xml:space="preserve"> PRODÁVAJÍCÍ</w:t>
            </w:r>
            <w:r w:rsidRPr="002C7C06">
              <w:rPr>
                <w:bCs/>
              </w:rPr>
              <w:t>]"</w:t>
            </w:r>
          </w:p>
        </w:tc>
      </w:tr>
      <w:tr w:rsidR="00B83124" w:rsidRPr="00331383" w14:paraId="1D0CFED0" w14:textId="77777777" w:rsidTr="003A441A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DE0B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Transportní výška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43C9C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max. 2.000 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62D19" w14:textId="06778802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C7C06">
              <w:rPr>
                <w:bCs/>
              </w:rPr>
              <w:t>"[</w:t>
            </w:r>
            <w:proofErr w:type="gramStart"/>
            <w:r w:rsidRPr="002C7C06">
              <w:rPr>
                <w:bCs/>
                <w:highlight w:val="yellow"/>
              </w:rPr>
              <w:t>VLOŽÍ</w:t>
            </w:r>
            <w:proofErr w:type="gramEnd"/>
            <w:r w:rsidRPr="002C7C06">
              <w:rPr>
                <w:bCs/>
                <w:highlight w:val="yellow"/>
              </w:rPr>
              <w:t xml:space="preserve"> PRODÁVAJÍCÍ</w:t>
            </w:r>
            <w:r w:rsidRPr="002C7C06">
              <w:rPr>
                <w:bCs/>
              </w:rPr>
              <w:t>]"</w:t>
            </w:r>
          </w:p>
        </w:tc>
      </w:tr>
      <w:tr w:rsidR="00B83124" w:rsidRPr="00331383" w14:paraId="5818C80A" w14:textId="77777777" w:rsidTr="003A441A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263D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Transportní šířka (bez koše)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C03C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max. 790 mm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EA1FA" w14:textId="293A571D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C7C06">
              <w:rPr>
                <w:bCs/>
              </w:rPr>
              <w:t>"[</w:t>
            </w:r>
            <w:proofErr w:type="gramStart"/>
            <w:r w:rsidRPr="002C7C06">
              <w:rPr>
                <w:bCs/>
                <w:highlight w:val="yellow"/>
              </w:rPr>
              <w:t>VLOŽÍ</w:t>
            </w:r>
            <w:proofErr w:type="gramEnd"/>
            <w:r w:rsidRPr="002C7C06">
              <w:rPr>
                <w:bCs/>
                <w:highlight w:val="yellow"/>
              </w:rPr>
              <w:t xml:space="preserve"> PRODÁVAJÍCÍ</w:t>
            </w:r>
            <w:r w:rsidRPr="002C7C06">
              <w:rPr>
                <w:bCs/>
              </w:rPr>
              <w:t>]"</w:t>
            </w:r>
          </w:p>
        </w:tc>
      </w:tr>
      <w:tr w:rsidR="00B83124" w:rsidRPr="00331383" w14:paraId="77D41BFE" w14:textId="77777777" w:rsidTr="003A441A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07C4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Hmotnost včetně doplňkového příslušenství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C5C4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max. 2.100 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4C8B1" w14:textId="56C179B4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C7C06">
              <w:rPr>
                <w:bCs/>
              </w:rPr>
              <w:t>"[</w:t>
            </w:r>
            <w:proofErr w:type="gramStart"/>
            <w:r w:rsidRPr="002C7C06">
              <w:rPr>
                <w:bCs/>
                <w:highlight w:val="yellow"/>
              </w:rPr>
              <w:t>VLOŽÍ</w:t>
            </w:r>
            <w:proofErr w:type="gramEnd"/>
            <w:r w:rsidRPr="002C7C06">
              <w:rPr>
                <w:bCs/>
                <w:highlight w:val="yellow"/>
              </w:rPr>
              <w:t xml:space="preserve"> PRODÁVAJÍCÍ</w:t>
            </w:r>
            <w:r w:rsidRPr="002C7C06">
              <w:rPr>
                <w:bCs/>
              </w:rPr>
              <w:t>]"</w:t>
            </w:r>
          </w:p>
        </w:tc>
      </w:tr>
      <w:tr w:rsidR="00B83124" w:rsidRPr="00331383" w14:paraId="04FACAC4" w14:textId="77777777" w:rsidTr="003A441A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DC7B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Integrovaná zásuvka v koši na 230 V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223D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B69E9" w14:textId="1D9ACB6B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2C7C06">
              <w:rPr>
                <w:bCs/>
              </w:rPr>
              <w:t>"[</w:t>
            </w:r>
            <w:proofErr w:type="gramStart"/>
            <w:r w:rsidRPr="002C7C06">
              <w:rPr>
                <w:bCs/>
                <w:highlight w:val="yellow"/>
              </w:rPr>
              <w:t>VLOŽÍ</w:t>
            </w:r>
            <w:proofErr w:type="gramEnd"/>
            <w:r w:rsidRPr="002C7C06">
              <w:rPr>
                <w:bCs/>
                <w:highlight w:val="yellow"/>
              </w:rPr>
              <w:t xml:space="preserve"> PRODÁVAJÍCÍ</w:t>
            </w:r>
            <w:r w:rsidRPr="002C7C06">
              <w:rPr>
                <w:bCs/>
              </w:rPr>
              <w:t>]"</w:t>
            </w:r>
          </w:p>
        </w:tc>
      </w:tr>
      <w:tr w:rsidR="00B83124" w:rsidRPr="00331383" w14:paraId="1504E3CC" w14:textId="77777777" w:rsidTr="003A441A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80BF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Dálkové ovládání plošiny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D40F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837E3" w14:textId="355C05AD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C7C06">
              <w:rPr>
                <w:bCs/>
              </w:rPr>
              <w:t>"[</w:t>
            </w:r>
            <w:proofErr w:type="gramStart"/>
            <w:r w:rsidRPr="002C7C06">
              <w:rPr>
                <w:bCs/>
                <w:highlight w:val="yellow"/>
              </w:rPr>
              <w:t>VLOŽÍ</w:t>
            </w:r>
            <w:proofErr w:type="gramEnd"/>
            <w:r w:rsidRPr="002C7C06">
              <w:rPr>
                <w:bCs/>
                <w:highlight w:val="yellow"/>
              </w:rPr>
              <w:t xml:space="preserve"> PRODÁVAJÍCÍ</w:t>
            </w:r>
            <w:r w:rsidRPr="002C7C06">
              <w:rPr>
                <w:bCs/>
              </w:rPr>
              <w:t>]"</w:t>
            </w:r>
          </w:p>
        </w:tc>
      </w:tr>
      <w:tr w:rsidR="00B83124" w:rsidRPr="00331383" w14:paraId="00BFF0FC" w14:textId="77777777" w:rsidTr="003A441A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3C4F9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Záblesková výstražná světla na opěrách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89AE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6B08E" w14:textId="473C2782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C7C06">
              <w:rPr>
                <w:bCs/>
              </w:rPr>
              <w:t>"[</w:t>
            </w:r>
            <w:proofErr w:type="gramStart"/>
            <w:r w:rsidRPr="002C7C06">
              <w:rPr>
                <w:bCs/>
                <w:highlight w:val="yellow"/>
              </w:rPr>
              <w:t>VLOŽÍ</w:t>
            </w:r>
            <w:proofErr w:type="gramEnd"/>
            <w:r w:rsidRPr="002C7C06">
              <w:rPr>
                <w:bCs/>
                <w:highlight w:val="yellow"/>
              </w:rPr>
              <w:t xml:space="preserve"> PRODÁVAJÍCÍ</w:t>
            </w:r>
            <w:r w:rsidRPr="002C7C06">
              <w:rPr>
                <w:bCs/>
              </w:rPr>
              <w:t>]"</w:t>
            </w:r>
          </w:p>
        </w:tc>
      </w:tr>
      <w:tr w:rsidR="00B83124" w:rsidRPr="00331383" w14:paraId="6BF0E91F" w14:textId="77777777" w:rsidTr="003A441A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AC44" w14:textId="77777777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Podložky pod stabilizační podpěry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99CD" w14:textId="77777777" w:rsidR="00B83124" w:rsidRPr="00321BD6" w:rsidRDefault="00B83124" w:rsidP="00B831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E1E65" w14:textId="345A87DD" w:rsidR="00B83124" w:rsidRPr="00321BD6" w:rsidRDefault="00B83124" w:rsidP="00B831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2C7C06">
              <w:rPr>
                <w:bCs/>
              </w:rPr>
              <w:t>"[</w:t>
            </w:r>
            <w:proofErr w:type="gramStart"/>
            <w:r w:rsidRPr="002C7C06">
              <w:rPr>
                <w:bCs/>
                <w:highlight w:val="yellow"/>
              </w:rPr>
              <w:t>VLOŽÍ</w:t>
            </w:r>
            <w:proofErr w:type="gramEnd"/>
            <w:r w:rsidRPr="002C7C06">
              <w:rPr>
                <w:bCs/>
                <w:highlight w:val="yellow"/>
              </w:rPr>
              <w:t xml:space="preserve"> PRODÁVAJÍCÍ</w:t>
            </w:r>
            <w:r w:rsidRPr="002C7C06">
              <w:rPr>
                <w:bCs/>
              </w:rPr>
              <w:t>]"</w:t>
            </w:r>
          </w:p>
        </w:tc>
      </w:tr>
    </w:tbl>
    <w:p w14:paraId="19C6AD41" w14:textId="77777777" w:rsidR="00321BD6" w:rsidRDefault="00321BD6" w:rsidP="001F554B">
      <w:pPr>
        <w:pStyle w:val="Zkladntext-prvnodsazen"/>
        <w:ind w:firstLine="0"/>
      </w:pPr>
    </w:p>
    <w:sectPr w:rsidR="00321BD6" w:rsidSect="0054176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C7E6D" w14:textId="77777777" w:rsidR="0054176A" w:rsidRDefault="0054176A" w:rsidP="00962258">
      <w:pPr>
        <w:spacing w:after="0" w:line="240" w:lineRule="auto"/>
      </w:pPr>
      <w:r>
        <w:separator/>
      </w:r>
    </w:p>
  </w:endnote>
  <w:endnote w:type="continuationSeparator" w:id="0">
    <w:p w14:paraId="755C3BE4" w14:textId="77777777" w:rsidR="0054176A" w:rsidRDefault="0054176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CD79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54BC27" w14:textId="7DB8F0F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2B5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2B5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C30CC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CDAA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722F2E8" w14:textId="77777777" w:rsidR="00F1715C" w:rsidRDefault="00F1715C" w:rsidP="00D831A3">
          <w:pPr>
            <w:pStyle w:val="Zpat"/>
          </w:pPr>
        </w:p>
      </w:tc>
    </w:tr>
  </w:tbl>
  <w:p w14:paraId="2FBE3806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12E1F4A" wp14:editId="11733E24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0867D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49864BE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87D77E" w14:textId="21541C50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2B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2B5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62D5CB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2EB07822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2FD6A59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0EE5A270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1A956ED1" w14:textId="2EE6E30B" w:rsidR="005A4944" w:rsidRDefault="005A4944" w:rsidP="00D015F4">
          <w:pPr>
            <w:pStyle w:val="Zpat"/>
          </w:pPr>
          <w:r>
            <w:t>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5B703FFD" w14:textId="77777777" w:rsidR="005A4944" w:rsidRDefault="00EC12F1" w:rsidP="005A4944">
          <w:pPr>
            <w:pStyle w:val="Zpat"/>
          </w:pPr>
          <w:r>
            <w:t>Oblastní ředitelství Ostrava</w:t>
          </w:r>
        </w:p>
        <w:p w14:paraId="1B385CE9" w14:textId="77777777" w:rsidR="00EC12F1" w:rsidRDefault="00EC12F1" w:rsidP="005A4944">
          <w:pPr>
            <w:pStyle w:val="Zpat"/>
          </w:pPr>
          <w:r>
            <w:t>Muglinovská 1038/5</w:t>
          </w:r>
        </w:p>
        <w:p w14:paraId="71C91061" w14:textId="3F0CD4E0" w:rsidR="00EC12F1" w:rsidRDefault="00EC12F1" w:rsidP="005A4944">
          <w:pPr>
            <w:pStyle w:val="Zpat"/>
          </w:pPr>
          <w:r>
            <w:t xml:space="preserve">702 00 Ostrava </w:t>
          </w:r>
        </w:p>
      </w:tc>
    </w:tr>
  </w:tbl>
  <w:p w14:paraId="4019CD48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224D262E" wp14:editId="04BE886F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DB580E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C84B603" wp14:editId="2A474099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21C9B5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E5152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9F3CE" w14:textId="77777777" w:rsidR="0054176A" w:rsidRDefault="0054176A" w:rsidP="00962258">
      <w:pPr>
        <w:spacing w:after="0" w:line="240" w:lineRule="auto"/>
      </w:pPr>
      <w:r>
        <w:separator/>
      </w:r>
    </w:p>
  </w:footnote>
  <w:footnote w:type="continuationSeparator" w:id="0">
    <w:p w14:paraId="161B10C4" w14:textId="77777777" w:rsidR="0054176A" w:rsidRDefault="0054176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6FA596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0B75186" w14:textId="69AB4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BF3E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D420C7" w14:textId="77777777" w:rsidR="00F1715C" w:rsidRPr="00D6163D" w:rsidRDefault="00F1715C" w:rsidP="00D6163D">
          <w:pPr>
            <w:pStyle w:val="Druhdokumentu"/>
          </w:pPr>
        </w:p>
      </w:tc>
    </w:tr>
  </w:tbl>
  <w:p w14:paraId="0D444F2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00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977"/>
      <w:gridCol w:w="5670"/>
    </w:tblGrid>
    <w:tr w:rsidR="00F1715C" w14:paraId="66DFE54E" w14:textId="77777777" w:rsidTr="00E1711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4154D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6161B36B" w14:textId="77777777" w:rsidR="00F1715C" w:rsidRPr="00E1711C" w:rsidRDefault="00F1715C" w:rsidP="00FC6389">
          <w:pPr>
            <w:pStyle w:val="Zpat"/>
            <w:rPr>
              <w:bCs/>
              <w:sz w:val="18"/>
            </w:rPr>
          </w:pPr>
        </w:p>
      </w:tc>
      <w:tc>
        <w:tcPr>
          <w:tcW w:w="5670" w:type="dxa"/>
          <w:shd w:val="clear" w:color="auto" w:fill="auto"/>
          <w:tcMar>
            <w:left w:w="0" w:type="dxa"/>
            <w:right w:w="0" w:type="dxa"/>
          </w:tcMar>
        </w:tcPr>
        <w:p w14:paraId="3169E0E6" w14:textId="162E3294" w:rsidR="00E1711C" w:rsidRPr="00E1711C" w:rsidRDefault="00321BD6" w:rsidP="00E1711C">
          <w:pPr>
            <w:pStyle w:val="Druhdokumentu"/>
            <w:ind w:hanging="5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Příloha č. 1</w:t>
          </w:r>
          <w:r w:rsidR="00E1711C" w:rsidRPr="00E1711C">
            <w:rPr>
              <w:b w:val="0"/>
              <w:bCs/>
              <w:sz w:val="18"/>
              <w:szCs w:val="18"/>
            </w:rPr>
            <w:t xml:space="preserve"> Dílu 3 Zadávací dokumentace:</w:t>
          </w:r>
        </w:p>
        <w:p w14:paraId="7C2D09DA" w14:textId="40D19234" w:rsidR="00F1715C" w:rsidRPr="00E1711C" w:rsidRDefault="00321BD6" w:rsidP="00D977E7">
          <w:pPr>
            <w:pStyle w:val="Druhdokumentu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 xml:space="preserve"> </w:t>
          </w:r>
          <w:r w:rsidR="00D977E7" w:rsidRPr="00E1711C">
            <w:rPr>
              <w:b w:val="0"/>
              <w:bCs/>
              <w:sz w:val="18"/>
              <w:szCs w:val="18"/>
            </w:rPr>
            <w:t>Specifikace předmětu veřejné zakázky – technické podmínky</w:t>
          </w:r>
          <w:r w:rsidRPr="00E1711C">
            <w:rPr>
              <w:b w:val="0"/>
              <w:bCs/>
              <w:sz w:val="18"/>
              <w:szCs w:val="18"/>
            </w:rPr>
            <w:t xml:space="preserve"> </w:t>
          </w:r>
        </w:p>
      </w:tc>
    </w:tr>
    <w:tr w:rsidR="009F392E" w14:paraId="34F06990" w14:textId="77777777" w:rsidTr="00E1711C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366CDDF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098B4304" w14:textId="77777777" w:rsidR="009F392E" w:rsidRDefault="009F392E" w:rsidP="00FC6389">
          <w:pPr>
            <w:pStyle w:val="Zpat"/>
          </w:pPr>
        </w:p>
      </w:tc>
      <w:tc>
        <w:tcPr>
          <w:tcW w:w="5670" w:type="dxa"/>
          <w:shd w:val="clear" w:color="auto" w:fill="auto"/>
          <w:tcMar>
            <w:left w:w="0" w:type="dxa"/>
            <w:right w:w="0" w:type="dxa"/>
          </w:tcMar>
        </w:tcPr>
        <w:p w14:paraId="3E96A979" w14:textId="77777777" w:rsidR="009F392E" w:rsidRPr="00D6163D" w:rsidRDefault="009F392E" w:rsidP="00FC6389">
          <w:pPr>
            <w:pStyle w:val="Druhdokumentu"/>
          </w:pPr>
        </w:p>
      </w:tc>
    </w:tr>
  </w:tbl>
  <w:p w14:paraId="060E94A7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D23A00E" wp14:editId="2ABFFCA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698E4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E05A5F"/>
    <w:multiLevelType w:val="multilevel"/>
    <w:tmpl w:val="0D34D660"/>
    <w:numStyleLink w:val="ListBulletmultilevel"/>
  </w:abstractNum>
  <w:abstractNum w:abstractNumId="5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8630454">
    <w:abstractNumId w:val="3"/>
  </w:num>
  <w:num w:numId="2" w16cid:durableId="7567973">
    <w:abstractNumId w:val="0"/>
  </w:num>
  <w:num w:numId="3" w16cid:durableId="1176651563">
    <w:abstractNumId w:val="8"/>
  </w:num>
  <w:num w:numId="4" w16cid:durableId="279454833">
    <w:abstractNumId w:val="4"/>
  </w:num>
  <w:num w:numId="5" w16cid:durableId="106632081">
    <w:abstractNumId w:val="1"/>
  </w:num>
  <w:num w:numId="6" w16cid:durableId="2081906304">
    <w:abstractNumId w:val="2"/>
  </w:num>
  <w:num w:numId="7" w16cid:durableId="225839520">
    <w:abstractNumId w:val="7"/>
  </w:num>
  <w:num w:numId="8" w16cid:durableId="613630400">
    <w:abstractNumId w:val="6"/>
  </w:num>
  <w:num w:numId="9" w16cid:durableId="152556036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BD6"/>
    <w:rsid w:val="00072C1E"/>
    <w:rsid w:val="000B4EB8"/>
    <w:rsid w:val="000C41F2"/>
    <w:rsid w:val="000D22C4"/>
    <w:rsid w:val="000D27D1"/>
    <w:rsid w:val="00114472"/>
    <w:rsid w:val="001150F2"/>
    <w:rsid w:val="00162601"/>
    <w:rsid w:val="00170EC5"/>
    <w:rsid w:val="001747C1"/>
    <w:rsid w:val="00190B15"/>
    <w:rsid w:val="001B4E74"/>
    <w:rsid w:val="001D66BD"/>
    <w:rsid w:val="001F554B"/>
    <w:rsid w:val="00207DF5"/>
    <w:rsid w:val="00261A5B"/>
    <w:rsid w:val="00296DC2"/>
    <w:rsid w:val="002B5243"/>
    <w:rsid w:val="002C2D30"/>
    <w:rsid w:val="002C31BF"/>
    <w:rsid w:val="002E0CD7"/>
    <w:rsid w:val="00321BD6"/>
    <w:rsid w:val="00327EEF"/>
    <w:rsid w:val="003354B5"/>
    <w:rsid w:val="0034719F"/>
    <w:rsid w:val="003571D8"/>
    <w:rsid w:val="00357BC6"/>
    <w:rsid w:val="00361422"/>
    <w:rsid w:val="003711E4"/>
    <w:rsid w:val="003712A0"/>
    <w:rsid w:val="003956C6"/>
    <w:rsid w:val="003C180B"/>
    <w:rsid w:val="003E4A4C"/>
    <w:rsid w:val="00450F07"/>
    <w:rsid w:val="00453CD3"/>
    <w:rsid w:val="00460660"/>
    <w:rsid w:val="00486107"/>
    <w:rsid w:val="00491827"/>
    <w:rsid w:val="004B5CD0"/>
    <w:rsid w:val="004C4399"/>
    <w:rsid w:val="004C787C"/>
    <w:rsid w:val="004E7A1F"/>
    <w:rsid w:val="004F4B9B"/>
    <w:rsid w:val="00511AB9"/>
    <w:rsid w:val="00523BB5"/>
    <w:rsid w:val="00523EA7"/>
    <w:rsid w:val="005406EB"/>
    <w:rsid w:val="0054176A"/>
    <w:rsid w:val="00553375"/>
    <w:rsid w:val="005736B7"/>
    <w:rsid w:val="00575E5A"/>
    <w:rsid w:val="005A4944"/>
    <w:rsid w:val="005E24FC"/>
    <w:rsid w:val="00607F15"/>
    <w:rsid w:val="0061068E"/>
    <w:rsid w:val="006411CB"/>
    <w:rsid w:val="00660AD3"/>
    <w:rsid w:val="006626CF"/>
    <w:rsid w:val="006A5570"/>
    <w:rsid w:val="006A689C"/>
    <w:rsid w:val="006B3D79"/>
    <w:rsid w:val="006E0578"/>
    <w:rsid w:val="006E2B53"/>
    <w:rsid w:val="006E314D"/>
    <w:rsid w:val="00710723"/>
    <w:rsid w:val="0071113A"/>
    <w:rsid w:val="00723ED1"/>
    <w:rsid w:val="00742F51"/>
    <w:rsid w:val="00743525"/>
    <w:rsid w:val="007568AC"/>
    <w:rsid w:val="0076286B"/>
    <w:rsid w:val="00766846"/>
    <w:rsid w:val="0077673A"/>
    <w:rsid w:val="007846E1"/>
    <w:rsid w:val="007A2FCD"/>
    <w:rsid w:val="007B570C"/>
    <w:rsid w:val="007D7419"/>
    <w:rsid w:val="007E1DF9"/>
    <w:rsid w:val="007E4A6E"/>
    <w:rsid w:val="007F56A7"/>
    <w:rsid w:val="00807DD0"/>
    <w:rsid w:val="008201C7"/>
    <w:rsid w:val="008254BC"/>
    <w:rsid w:val="00856E91"/>
    <w:rsid w:val="00895BBB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70B5A"/>
    <w:rsid w:val="00981224"/>
    <w:rsid w:val="00992D9C"/>
    <w:rsid w:val="00996CB8"/>
    <w:rsid w:val="009B2E97"/>
    <w:rsid w:val="009C442C"/>
    <w:rsid w:val="009E07F4"/>
    <w:rsid w:val="009F309B"/>
    <w:rsid w:val="009F392E"/>
    <w:rsid w:val="00A12CC9"/>
    <w:rsid w:val="00A2240C"/>
    <w:rsid w:val="00A34C78"/>
    <w:rsid w:val="00A500EA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D056F"/>
    <w:rsid w:val="00AD6731"/>
    <w:rsid w:val="00B008D5"/>
    <w:rsid w:val="00B15D0D"/>
    <w:rsid w:val="00B34218"/>
    <w:rsid w:val="00B75EE1"/>
    <w:rsid w:val="00B77481"/>
    <w:rsid w:val="00B83124"/>
    <w:rsid w:val="00B8518B"/>
    <w:rsid w:val="00BC347B"/>
    <w:rsid w:val="00BC3EB7"/>
    <w:rsid w:val="00BD7E91"/>
    <w:rsid w:val="00BD7F0D"/>
    <w:rsid w:val="00C02D0A"/>
    <w:rsid w:val="00C03A6E"/>
    <w:rsid w:val="00C3606B"/>
    <w:rsid w:val="00C420CA"/>
    <w:rsid w:val="00C44F6A"/>
    <w:rsid w:val="00C6198E"/>
    <w:rsid w:val="00C778A5"/>
    <w:rsid w:val="00C874EA"/>
    <w:rsid w:val="00C95162"/>
    <w:rsid w:val="00CD1FC4"/>
    <w:rsid w:val="00CD64CF"/>
    <w:rsid w:val="00D015F4"/>
    <w:rsid w:val="00D034A0"/>
    <w:rsid w:val="00D21061"/>
    <w:rsid w:val="00D4108E"/>
    <w:rsid w:val="00D6163D"/>
    <w:rsid w:val="00D831A3"/>
    <w:rsid w:val="00D977E7"/>
    <w:rsid w:val="00DA3711"/>
    <w:rsid w:val="00DD46F3"/>
    <w:rsid w:val="00DE56F2"/>
    <w:rsid w:val="00DE68D5"/>
    <w:rsid w:val="00DF116D"/>
    <w:rsid w:val="00E1013A"/>
    <w:rsid w:val="00E1711C"/>
    <w:rsid w:val="00E218B5"/>
    <w:rsid w:val="00E762E9"/>
    <w:rsid w:val="00EB104F"/>
    <w:rsid w:val="00EC12F1"/>
    <w:rsid w:val="00ED14BD"/>
    <w:rsid w:val="00F0092E"/>
    <w:rsid w:val="00F016C7"/>
    <w:rsid w:val="00F12DEC"/>
    <w:rsid w:val="00F1715C"/>
    <w:rsid w:val="00F27FF1"/>
    <w:rsid w:val="00F310F8"/>
    <w:rsid w:val="00F35939"/>
    <w:rsid w:val="00F37A56"/>
    <w:rsid w:val="00F45607"/>
    <w:rsid w:val="00F659EB"/>
    <w:rsid w:val="00F8233B"/>
    <w:rsid w:val="00F86BA6"/>
    <w:rsid w:val="00F92868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38384"/>
  <w14:defaultImageDpi w14:val="32767"/>
  <w15:docId w15:val="{65923E95-5937-4320-A3B9-35FD8FA5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12\_Public\_Kanc_&#344;\Sekretari&#225;t%20O&#344;\3.%20Hlavi&#269;kov&#253;%20pap&#237;r%20-%20VZOR\Z&#225;pis%20z%20pora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3EA0B82-F014-496F-A28A-87708942D3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Zápis z porady.dotx</Template>
  <TotalTime>55</TotalTime>
  <Pages>2</Pages>
  <Words>560</Words>
  <Characters>3305</Characters>
  <Application>Microsoft Office Word</Application>
  <DocSecurity>0</DocSecurity>
  <Lines>27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12</cp:revision>
  <cp:lastPrinted>2024-02-26T07:59:00Z</cp:lastPrinted>
  <dcterms:created xsi:type="dcterms:W3CDTF">2024-02-26T07:51:00Z</dcterms:created>
  <dcterms:modified xsi:type="dcterms:W3CDTF">2024-03-12T14:59:00Z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